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398ABEFC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A4940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  <w:bookmarkStart w:id="0" w:name="_GoBack"/>
      <w:bookmarkEnd w:id="0"/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CB84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AD8C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36A1C2C" w14:textId="77777777" w:rsidR="00AA4940" w:rsidRDefault="00AA4940" w:rsidP="00AA4940">
          <w:pPr>
            <w:pStyle w:val="Zpat"/>
          </w:pPr>
          <w:r>
            <w:t>Oblastní ředitelství Ústí nad Labem</w:t>
          </w:r>
        </w:p>
        <w:p w14:paraId="08C786D3" w14:textId="77777777" w:rsidR="00AA4940" w:rsidRDefault="00AA4940" w:rsidP="00AA4940">
          <w:pPr>
            <w:pStyle w:val="Zpat"/>
          </w:pPr>
          <w:r>
            <w:t>Železničářská 1386/31</w:t>
          </w:r>
        </w:p>
        <w:p w14:paraId="1D361DC0" w14:textId="698C0106" w:rsidR="00F1715C" w:rsidRDefault="00AA4940" w:rsidP="00AA4940">
          <w:pPr>
            <w:pStyle w:val="Zpat"/>
          </w:pPr>
          <w: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07C8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DC6F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2443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940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A6378AAC-E5BE-4325-97B5-8D1C5D83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2F0F3A-5127-4D50-AD94-1C99B9AB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Křehlíková Lucie, Bc.</cp:lastModifiedBy>
  <cp:revision>3</cp:revision>
  <cp:lastPrinted>2020-07-15T06:29:00Z</cp:lastPrinted>
  <dcterms:created xsi:type="dcterms:W3CDTF">2022-10-07T09:11:00Z</dcterms:created>
  <dcterms:modified xsi:type="dcterms:W3CDTF">2022-10-14T09:50:00Z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